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969" w:rsidRDefault="001F6969">
      <w:pPr>
        <w:jc w:val="center"/>
        <w:rPr>
          <w:b/>
          <w:bCs/>
          <w:i/>
          <w:iCs/>
          <w:sz w:val="36"/>
          <w:szCs w:val="36"/>
          <w:u w:val="single"/>
        </w:rPr>
      </w:pPr>
      <w:r>
        <w:rPr>
          <w:b/>
          <w:bCs/>
          <w:i/>
          <w:iCs/>
          <w:sz w:val="36"/>
          <w:szCs w:val="36"/>
          <w:u w:val="single"/>
        </w:rPr>
        <w:t>The Exports of Selva Tropical.</w:t>
      </w:r>
    </w:p>
    <w:p w:rsidR="001F6969" w:rsidRDefault="001F6969">
      <w:pPr>
        <w:jc w:val="center"/>
        <w:rPr>
          <w:i/>
          <w:iCs/>
          <w:sz w:val="36"/>
          <w:szCs w:val="36"/>
          <w:u w:val="single"/>
        </w:rPr>
      </w:pPr>
      <w:r>
        <w:rPr>
          <w:i/>
          <w:iCs/>
          <w:sz w:val="36"/>
          <w:szCs w:val="36"/>
          <w:u w:val="single"/>
        </w:rPr>
        <w:t>Venezuela</w:t>
      </w:r>
    </w:p>
    <w:p w:rsidR="001F6969" w:rsidRDefault="001F6969">
      <w:pPr>
        <w:rPr>
          <w:sz w:val="24"/>
          <w:szCs w:val="24"/>
        </w:rPr>
      </w:pPr>
      <w:r>
        <w:rPr>
          <w:sz w:val="24"/>
          <w:szCs w:val="24"/>
        </w:rPr>
        <w:t xml:space="preserve"> In the real world there are countries that exist that are similar to our biome. The rainforest has many possibilities and can help the economy of our country very much. The first country I looked at the had a similar biome was Venezuela. In recent years they have become a huge part of the global economy. They have been known mostly for the export of oil. Witch is found in our country and will be a key part of the success of our country. We will also be able to trade and export fossil fuels such as coal, petroleum, and many types of metals. Not only will we be able to trade and export things for industry we will be able to export things like rice, tobacco and some non-food oils. Once our economy is able to start running and trade routes open up we should be able to set up a very strong economy based on trade. </w:t>
      </w:r>
    </w:p>
    <w:p w:rsidR="001F6969" w:rsidRDefault="001F6969">
      <w:pPr>
        <w:rPr>
          <w:sz w:val="24"/>
          <w:szCs w:val="24"/>
        </w:rPr>
      </w:pPr>
    </w:p>
    <w:p w:rsidR="001F6969" w:rsidRDefault="001F6969">
      <w:pPr>
        <w:rPr>
          <w:sz w:val="24"/>
          <w:szCs w:val="24"/>
        </w:rPr>
      </w:pPr>
      <w:r>
        <w:rPr>
          <w:sz w:val="24"/>
          <w:szCs w:val="24"/>
        </w:rPr>
        <w:t xml:space="preserve"> In the recent years Venezuela has been able to start making some major money of the exports. In 2006 they made almost 97.4 billion dollars( American dollars). They made almost 21 billion dollars alone in crude oil. If we are able to make a strong export economy like this than we should be able to develop a strong and impoverished country. Also they export a lot of medical equipment exported so we should be able to make a strong medical system.</w:t>
      </w:r>
    </w:p>
    <w:p w:rsidR="001F6969" w:rsidRDefault="001F6969">
      <w:pPr>
        <w:rPr>
          <w:sz w:val="24"/>
          <w:szCs w:val="24"/>
        </w:rPr>
      </w:pPr>
    </w:p>
    <w:p w:rsidR="001F6969" w:rsidRDefault="001F6969">
      <w:pPr>
        <w:jc w:val="center"/>
        <w:rPr>
          <w:b/>
          <w:bCs/>
          <w:i/>
          <w:iCs/>
          <w:sz w:val="36"/>
          <w:szCs w:val="36"/>
          <w:u w:val="single"/>
        </w:rPr>
      </w:pPr>
      <w:r>
        <w:rPr>
          <w:b/>
          <w:bCs/>
          <w:i/>
          <w:iCs/>
          <w:sz w:val="36"/>
          <w:szCs w:val="36"/>
          <w:u w:val="single"/>
        </w:rPr>
        <w:t>Most Important Exports</w:t>
      </w:r>
    </w:p>
    <w:p w:rsidR="001F6969" w:rsidRDefault="001F6969">
      <w:pPr>
        <w:rPr>
          <w:b/>
          <w:bCs/>
          <w:i/>
          <w:iCs/>
          <w:sz w:val="28"/>
          <w:szCs w:val="28"/>
          <w:u w:val="single"/>
        </w:rPr>
      </w:pPr>
    </w:p>
    <w:p w:rsidR="001F6969" w:rsidRDefault="001F6969">
      <w:pPr>
        <w:rPr>
          <w:sz w:val="24"/>
          <w:szCs w:val="24"/>
        </w:rPr>
      </w:pPr>
      <w:r>
        <w:rPr>
          <w:sz w:val="24"/>
          <w:szCs w:val="24"/>
        </w:rPr>
        <w:t>The most important export is oil. We can do some many things with this. We can trade it out to other, use it for our own needs and even sell it to the other countries. This will be important because everyone needs it and we will be able to supply and rule the economies. The second is medical equipment. If we can make our own medical equipment then we will be able to supply our people with direct care. Pus medical equipment is needed by the other countries and we will have it for humanitarian efforts.</w:t>
      </w:r>
    </w:p>
    <w:p w:rsidR="001F6969" w:rsidRDefault="001F6969">
      <w:pPr>
        <w:rPr>
          <w:sz w:val="24"/>
          <w:szCs w:val="24"/>
        </w:rPr>
      </w:pPr>
    </w:p>
    <w:p w:rsidR="001F6969" w:rsidRDefault="001F6969">
      <w:pPr>
        <w:rPr>
          <w:sz w:val="24"/>
          <w:szCs w:val="24"/>
        </w:rPr>
      </w:pPr>
      <w:r>
        <w:rPr>
          <w:sz w:val="24"/>
          <w:szCs w:val="24"/>
        </w:rPr>
        <w:t xml:space="preserve"> Third would be the drugs. We can produce medication. This will give us a wide range to be able to produce. Some can be for cure to certain diseases. We may be able to even find the cure to cancer. Another is we can make pain medication. So if one of our citizens are not feeling good then they may be able to take some of it and feel better. Plus if one of our officials gets sick we will have the medication ready to go. Fourth is precise metals. Iron ore and others will create mining jobs will also be full for the fire. And will enable us to have a strong military and navy. Witch is something that is needed in the modern world.</w:t>
      </w:r>
    </w:p>
    <w:p w:rsidR="001F6969" w:rsidRDefault="001F6969">
      <w:pPr>
        <w:rPr>
          <w:sz w:val="24"/>
          <w:szCs w:val="24"/>
        </w:rPr>
      </w:pPr>
    </w:p>
    <w:p w:rsidR="001F6969" w:rsidRDefault="001F6969">
      <w:pPr>
        <w:rPr>
          <w:sz w:val="24"/>
          <w:szCs w:val="24"/>
        </w:rPr>
      </w:pPr>
      <w:r>
        <w:rPr>
          <w:sz w:val="24"/>
          <w:szCs w:val="24"/>
        </w:rPr>
        <w:t xml:space="preserve"> The fifth and final product that is curtail to the survival of our country is the domestic products. These will play a very needed part in the survival of our country. We can produce our own clothes and shoes. Witch we can distribute through the country. Then we can make appliances. Thus creating a stable environment to live in. Then we can continue to expand and create more jobs for our fellow citizens.</w:t>
      </w:r>
    </w:p>
    <w:p w:rsidR="001F6969" w:rsidRDefault="001F6969">
      <w:pPr>
        <w:rPr>
          <w:sz w:val="24"/>
          <w:szCs w:val="24"/>
        </w:rPr>
      </w:pPr>
      <w:r>
        <w:rPr>
          <w:b/>
          <w:bCs/>
          <w:i/>
          <w:iCs/>
          <w:sz w:val="28"/>
          <w:szCs w:val="28"/>
          <w:u w:val="single"/>
        </w:rPr>
        <w:t xml:space="preserve"> </w:t>
      </w:r>
    </w:p>
    <w:p w:rsidR="001F6969" w:rsidRDefault="001F6969">
      <w:pPr>
        <w:jc w:val="center"/>
        <w:rPr>
          <w:b/>
          <w:bCs/>
          <w:i/>
          <w:iCs/>
          <w:sz w:val="36"/>
          <w:szCs w:val="36"/>
          <w:u w:val="single"/>
        </w:rPr>
      </w:pPr>
    </w:p>
    <w:p w:rsidR="001F6969" w:rsidRDefault="001F6969"/>
    <w:p w:rsidR="001F6969" w:rsidRDefault="001F6969">
      <w:pPr>
        <w:jc w:val="center"/>
        <w:rPr>
          <w:b/>
          <w:bCs/>
          <w:i/>
          <w:iCs/>
          <w:sz w:val="36"/>
          <w:szCs w:val="36"/>
          <w:u w:val="single"/>
        </w:rPr>
      </w:pPr>
    </w:p>
    <w:sectPr w:rsidR="001F6969" w:rsidSect="001F6969">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969" w:rsidRDefault="001F6969" w:rsidP="001F6969">
      <w:r>
        <w:separator/>
      </w:r>
    </w:p>
  </w:endnote>
  <w:endnote w:type="continuationSeparator" w:id="0">
    <w:p w:rsidR="001F6969" w:rsidRDefault="001F6969" w:rsidP="001F69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969" w:rsidRDefault="001F6969">
    <w:pPr>
      <w:tabs>
        <w:tab w:val="center" w:pos="4320"/>
        <w:tab w:val="right" w:pos="8640"/>
      </w:tabs>
      <w:rPr>
        <w:rFonts w:cstheme="minorBidi"/>
        <w:kern w:val="0"/>
      </w:rPr>
    </w:pPr>
  </w:p>
  <w:p w:rsidR="001F6969" w:rsidRDefault="001F6969">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969" w:rsidRDefault="001F6969" w:rsidP="001F6969">
      <w:r>
        <w:separator/>
      </w:r>
    </w:p>
  </w:footnote>
  <w:footnote w:type="continuationSeparator" w:id="0">
    <w:p w:rsidR="001F6969" w:rsidRDefault="001F6969" w:rsidP="001F69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969" w:rsidRDefault="001F6969">
    <w:pPr>
      <w:tabs>
        <w:tab w:val="center" w:pos="4320"/>
        <w:tab w:val="right" w:pos="8640"/>
      </w:tabs>
      <w:rPr>
        <w:rFonts w:cstheme="minorBidi"/>
        <w:kern w:val="0"/>
      </w:rPr>
    </w:pPr>
  </w:p>
  <w:p w:rsidR="001F6969" w:rsidRDefault="001F6969">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1F6969"/>
    <w:rsid w:val="001F69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